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68C" w:rsidRPr="00754F62" w:rsidRDefault="00DC1CEF" w:rsidP="000F3F21">
      <w:pPr>
        <w:spacing w:line="276" w:lineRule="auto"/>
        <w:jc w:val="right"/>
        <w:rPr>
          <w:rFonts w:ascii="Times New Roman" w:hAnsi="Times New Roman"/>
        </w:rPr>
      </w:pPr>
      <w:bookmarkStart w:id="0" w:name="_GoBack"/>
      <w:bookmarkEnd w:id="0"/>
      <w:r w:rsidRPr="00754F62">
        <w:rPr>
          <w:rFonts w:ascii="Times New Roman" w:hAnsi="Times New Roman"/>
        </w:rPr>
        <w:t>П</w:t>
      </w:r>
      <w:r w:rsidR="005D69A3" w:rsidRPr="00754F62">
        <w:rPr>
          <w:rFonts w:ascii="Times New Roman" w:hAnsi="Times New Roman"/>
        </w:rPr>
        <w:t>риложение № 2</w:t>
      </w:r>
    </w:p>
    <w:p w:rsidR="008D268C" w:rsidRPr="00754F62" w:rsidRDefault="008D268C" w:rsidP="000F3F21">
      <w:pPr>
        <w:spacing w:line="276" w:lineRule="auto"/>
        <w:jc w:val="right"/>
        <w:rPr>
          <w:rFonts w:ascii="Times New Roman" w:hAnsi="Times New Roman"/>
        </w:rPr>
      </w:pPr>
      <w:r w:rsidRPr="00754F62">
        <w:rPr>
          <w:rFonts w:ascii="Times New Roman" w:hAnsi="Times New Roman"/>
        </w:rPr>
        <w:t>к решению Орского городского</w:t>
      </w:r>
    </w:p>
    <w:p w:rsidR="008D268C" w:rsidRPr="00754F62" w:rsidRDefault="008D268C" w:rsidP="000F3F21">
      <w:pPr>
        <w:spacing w:line="276" w:lineRule="auto"/>
        <w:jc w:val="right"/>
        <w:rPr>
          <w:rFonts w:ascii="Times New Roman" w:hAnsi="Times New Roman"/>
        </w:rPr>
      </w:pPr>
      <w:r w:rsidRPr="00754F62">
        <w:rPr>
          <w:rFonts w:ascii="Times New Roman" w:hAnsi="Times New Roman"/>
        </w:rPr>
        <w:t xml:space="preserve"> Совета депутатов</w:t>
      </w:r>
    </w:p>
    <w:p w:rsidR="008D268C" w:rsidRPr="00754F62" w:rsidRDefault="008D268C" w:rsidP="000F3F21">
      <w:pPr>
        <w:spacing w:line="276" w:lineRule="auto"/>
        <w:jc w:val="right"/>
        <w:rPr>
          <w:rFonts w:ascii="Times New Roman" w:hAnsi="Times New Roman"/>
        </w:rPr>
      </w:pPr>
      <w:r w:rsidRPr="00754F62">
        <w:rPr>
          <w:rFonts w:ascii="Times New Roman" w:hAnsi="Times New Roman"/>
        </w:rPr>
        <w:t>от_________ №__________</w:t>
      </w:r>
    </w:p>
    <w:p w:rsidR="008D268C" w:rsidRPr="00754F62" w:rsidRDefault="008D268C" w:rsidP="000F3F21">
      <w:pPr>
        <w:spacing w:line="276" w:lineRule="auto"/>
        <w:jc w:val="right"/>
        <w:rPr>
          <w:rFonts w:ascii="Times New Roman" w:hAnsi="Times New Roman"/>
        </w:rPr>
      </w:pPr>
    </w:p>
    <w:p w:rsidR="008D268C" w:rsidRDefault="00FF3B3E" w:rsidP="000F3F21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754F62">
        <w:rPr>
          <w:rFonts w:ascii="Times New Roman" w:hAnsi="Times New Roman"/>
          <w:b/>
          <w:sz w:val="28"/>
          <w:szCs w:val="28"/>
        </w:rPr>
        <w:t>Р</w:t>
      </w:r>
      <w:r w:rsidR="0037599F" w:rsidRPr="00754F62">
        <w:rPr>
          <w:rFonts w:ascii="Times New Roman" w:hAnsi="Times New Roman"/>
          <w:b/>
          <w:sz w:val="28"/>
          <w:szCs w:val="28"/>
        </w:rPr>
        <w:t>асходы городского бюджета за 202</w:t>
      </w:r>
      <w:r w:rsidR="00FF00A3">
        <w:rPr>
          <w:rFonts w:ascii="Times New Roman" w:hAnsi="Times New Roman"/>
          <w:b/>
          <w:sz w:val="28"/>
          <w:szCs w:val="28"/>
        </w:rPr>
        <w:t>4</w:t>
      </w:r>
      <w:r w:rsidRPr="00754F62">
        <w:rPr>
          <w:rFonts w:ascii="Times New Roman" w:hAnsi="Times New Roman"/>
          <w:b/>
          <w:sz w:val="28"/>
          <w:szCs w:val="28"/>
        </w:rPr>
        <w:t xml:space="preserve"> год по разделам и подразделам классификации </w:t>
      </w:r>
      <w:r w:rsidR="00ED51BB" w:rsidRPr="00754F62">
        <w:rPr>
          <w:rFonts w:ascii="Times New Roman" w:hAnsi="Times New Roman"/>
          <w:b/>
          <w:sz w:val="28"/>
          <w:szCs w:val="28"/>
        </w:rPr>
        <w:t>расходов бюджетов</w:t>
      </w:r>
    </w:p>
    <w:p w:rsidR="00A318CD" w:rsidRPr="00754F62" w:rsidRDefault="00A318CD" w:rsidP="000F3F21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D268C" w:rsidRPr="00754F62" w:rsidRDefault="008D268C" w:rsidP="000F3F21">
      <w:pPr>
        <w:spacing w:line="276" w:lineRule="auto"/>
        <w:jc w:val="right"/>
        <w:rPr>
          <w:rFonts w:ascii="Times New Roman" w:hAnsi="Times New Roman"/>
        </w:rPr>
      </w:pPr>
      <w:r w:rsidRPr="00754F62">
        <w:rPr>
          <w:rFonts w:ascii="Times New Roman" w:hAnsi="Times New Roman"/>
        </w:rPr>
        <w:t>(рублей)</w:t>
      </w:r>
    </w:p>
    <w:tbl>
      <w:tblPr>
        <w:tblW w:w="15293" w:type="dxa"/>
        <w:tblLook w:val="04A0" w:firstRow="1" w:lastRow="0" w:firstColumn="1" w:lastColumn="0" w:noHBand="0" w:noVBand="1"/>
      </w:tblPr>
      <w:tblGrid>
        <w:gridCol w:w="1352"/>
        <w:gridCol w:w="1357"/>
        <w:gridCol w:w="6925"/>
        <w:gridCol w:w="2031"/>
        <w:gridCol w:w="1911"/>
        <w:gridCol w:w="1717"/>
      </w:tblGrid>
      <w:tr w:rsidR="00780F27" w:rsidRPr="0025745E" w:rsidTr="00780F27">
        <w:trPr>
          <w:trHeight w:val="555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5745E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5745E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6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5745E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5745E">
              <w:rPr>
                <w:rFonts w:ascii="Times New Roman" w:hAnsi="Times New Roman"/>
                <w:color w:val="000000"/>
              </w:rPr>
              <w:t>Утверждено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5745E">
              <w:rPr>
                <w:rFonts w:ascii="Times New Roman" w:hAnsi="Times New Roman"/>
                <w:color w:val="000000"/>
              </w:rPr>
              <w:t>Исполнено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5745E">
              <w:rPr>
                <w:rFonts w:ascii="Times New Roman" w:hAnsi="Times New Roman"/>
                <w:color w:val="000000"/>
              </w:rPr>
              <w:t>Отклонение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6</w:t>
            </w:r>
            <w:r w:rsidR="00626EA2"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=4-5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437 663 371,96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404 524 244,55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33 139 127,41 </w:t>
            </w:r>
          </w:p>
        </w:tc>
      </w:tr>
      <w:tr w:rsidR="00780F27" w:rsidRPr="0025745E" w:rsidTr="00780F27">
        <w:trPr>
          <w:trHeight w:val="6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02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2 769 002,11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2 696 436,08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72 566,03 </w:t>
            </w:r>
          </w:p>
        </w:tc>
      </w:tr>
      <w:tr w:rsidR="00780F27" w:rsidRPr="0025745E" w:rsidTr="00780F27">
        <w:trPr>
          <w:trHeight w:val="731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03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22 287 039,21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22 274 159,63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12 879,58 </w:t>
            </w:r>
          </w:p>
        </w:tc>
      </w:tr>
      <w:tr w:rsidR="00780F27" w:rsidRPr="0025745E" w:rsidTr="00780F27">
        <w:trPr>
          <w:trHeight w:val="829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04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202 874 941,98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201 417 453,10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1 457 488,88 </w:t>
            </w:r>
          </w:p>
        </w:tc>
      </w:tr>
      <w:tr w:rsidR="00780F27" w:rsidRPr="0025745E" w:rsidTr="00780F27">
        <w:trPr>
          <w:trHeight w:val="615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06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64 092 416,39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62 498 945,78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1 593 470,61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11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Резервные фонды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23 499 005,60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23 499 005,60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13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122 140 966,67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115 637 249,96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6 503 716,71 </w:t>
            </w:r>
          </w:p>
        </w:tc>
      </w:tr>
      <w:tr w:rsidR="00780F27" w:rsidRPr="0025745E" w:rsidTr="00780F27">
        <w:trPr>
          <w:trHeight w:val="6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НАЦИОНАЛЬНАЯ БЕЗОПАСНОСТЬ И ПРАВООХРАНИТЕЛЬНАЯ ДЕЯТЕЛЬНОСТЬ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88 293 556,81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88 020 494,86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273 061,95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04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Органы юстиции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12 419 400,00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12 419 400,00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0,00 </w:t>
            </w:r>
          </w:p>
        </w:tc>
      </w:tr>
      <w:tr w:rsidR="00780F27" w:rsidRPr="0025745E" w:rsidTr="00780F27">
        <w:trPr>
          <w:trHeight w:val="589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10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74 779 286,14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74 580 001,88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199 284,26 </w:t>
            </w:r>
          </w:p>
        </w:tc>
      </w:tr>
      <w:tr w:rsidR="00780F27" w:rsidRPr="0025745E" w:rsidTr="00780F27">
        <w:trPr>
          <w:trHeight w:val="6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14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1 094 870,67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1 021 092,98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73 777,69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НАЦИОНАЛЬНАЯ ЭКОНОМИКА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1 919 042 137,90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1 818 748 967,55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100 293 170,35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05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Сельское хозяйство и рыболовство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16 289 995,54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10 980 774,10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5 309 221,44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06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Водное хозяйство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259 474 742,60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196 317 694,57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63 157 048,03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08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Транспорт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232 314 551,38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230 848 819,44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1 465 731,94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09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1 272 855 118,47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1 251 186 384,59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21 668 733,88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12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Другие вопросы в области национальной экономики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138 107 729,91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129 415 294,85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8 692 435,06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2 573 460 130,19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2 028 083 370,41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545 376 759,78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01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Жилищное хозяйство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381 171 958,15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227 401 503,97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153 770 454,18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02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Коммунальное хозяйство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1 502 596 257,74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1 182 576 835,59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320 019 422,15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03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Благоустройство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601 955 776,45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531 496 179,61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70 459 596,84 </w:t>
            </w:r>
          </w:p>
        </w:tc>
      </w:tr>
      <w:tr w:rsidR="00780F27" w:rsidRPr="0025745E" w:rsidTr="00780F27">
        <w:trPr>
          <w:trHeight w:val="344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05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Другие вопросы в области жилищно-коммунального хозяйства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87 736 137,85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86 608 851,24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1 127 286,61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ОБРАЗОВАНИЕ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4 806 181 784,09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4 630 757 453,97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175 424 330,12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01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Дошкольное образование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1 688 540 872,72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1 662 908 699,13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25 632 173,59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02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Общее образование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2 475 033 806,64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2 334 011 965,15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141 021 841,49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03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Дополнительное образование детей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505 607 130,16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499 351 748,11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6 255 382,05 </w:t>
            </w:r>
          </w:p>
        </w:tc>
      </w:tr>
      <w:tr w:rsidR="00780F27" w:rsidRPr="0025745E" w:rsidTr="00780F27">
        <w:trPr>
          <w:trHeight w:val="6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05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442 933,37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356 268,00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86 665,37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07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Молодежная политика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452 844,50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452 444,50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400,00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09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Другие вопросы в области образования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136 104 196,70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133 676 329,08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2 427 867,62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КУЛЬТУРА, КИНЕМАТОГРАФИЯ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270 623 820,36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260 353 441,89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10 270 378,47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01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Культура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211 236 039,80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202 264 476,76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8 971 563,04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04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Другие вопросы в области культуры, кинематографии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59 387 780,56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58 088 965,13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1 298 815,43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СОЦИАЛЬНАЯ ПОЛИТИКА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330 731 831,37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282 697 677,48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48 034 153,89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01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Пенсионное обеспечение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9 235 280,00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7 138 120,53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2 097 159,47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03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Социальное обеспечение населения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3 574 859,00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2 057 559,73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1 517 299,27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04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Охрана семьи и детства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300 849 736,80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256 430 041,65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44 419 695,15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06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Другие вопросы в области социальной политики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17 071 955,57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17 071 955,57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0,00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ФИЗИЧЕСКАЯ КУЛЬТУРА И СПОРТ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438 075 989,96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403 079 290,59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34 996 699,37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02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Массовый спорт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187 591 238,00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154 846 627,87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32 744 610,13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03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Спорт высших достижений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232 781 496,59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230 723 304,85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2 058 191,74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05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Другие вопросы в области физической культуры и спорта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17 703 255,37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17 509 357,87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193 897,50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12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СРЕДСТВА МАССОВОЙ ИНФОРМАЦИИ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885 600,00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885 600,00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0,00 </w:t>
            </w:r>
          </w:p>
        </w:tc>
      </w:tr>
      <w:tr w:rsidR="00780F27" w:rsidRPr="0025745E" w:rsidTr="00780F27">
        <w:trPr>
          <w:trHeight w:val="3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02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Периодическая печать и издательства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885 600,00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885 600,00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0,00 </w:t>
            </w:r>
          </w:p>
        </w:tc>
      </w:tr>
      <w:tr w:rsidR="00780F27" w:rsidRPr="0025745E" w:rsidTr="00780F27">
        <w:trPr>
          <w:trHeight w:val="6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ОБСЛУЖИВАНИЕ ГОСУДАРСТВЕННОГО (МУНИЦИПАЛЬНОГО) ДОЛГА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423 566,00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275 437,90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148 128,10 </w:t>
            </w:r>
          </w:p>
        </w:tc>
      </w:tr>
      <w:tr w:rsidR="00780F27" w:rsidRPr="0025745E" w:rsidTr="00780F27">
        <w:trPr>
          <w:trHeight w:val="60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13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01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423 566,00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275 437,90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148 128,10 </w:t>
            </w:r>
          </w:p>
        </w:tc>
      </w:tr>
      <w:tr w:rsidR="00780F27" w:rsidRPr="0025745E" w:rsidTr="00780F27">
        <w:trPr>
          <w:trHeight w:val="300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>ИТОГО: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10 865 381 788,64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9 917 425 979,20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F27" w:rsidRPr="0025745E" w:rsidRDefault="00780F27" w:rsidP="00780F27">
            <w:pPr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5745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947 955 809,44 </w:t>
            </w:r>
          </w:p>
        </w:tc>
      </w:tr>
    </w:tbl>
    <w:p w:rsidR="00754F62" w:rsidRDefault="00754F62" w:rsidP="00780F27">
      <w:pPr>
        <w:rPr>
          <w:rFonts w:ascii="Times New Roman" w:hAnsi="Times New Roman"/>
          <w:highlight w:val="yellow"/>
        </w:rPr>
      </w:pPr>
    </w:p>
    <w:p w:rsidR="00754F62" w:rsidRDefault="00754F62" w:rsidP="00780F27">
      <w:pPr>
        <w:rPr>
          <w:rFonts w:ascii="Times New Roman" w:hAnsi="Times New Roman"/>
          <w:highlight w:val="yellow"/>
        </w:rPr>
      </w:pPr>
    </w:p>
    <w:p w:rsidR="00C26110" w:rsidRDefault="00C26110" w:rsidP="00780F27">
      <w:pPr>
        <w:rPr>
          <w:rFonts w:ascii="Times New Roman" w:hAnsi="Times New Roman"/>
          <w:highlight w:val="yellow"/>
        </w:rPr>
      </w:pPr>
    </w:p>
    <w:p w:rsidR="00A318CD" w:rsidRDefault="00A318CD" w:rsidP="00780F27">
      <w:pPr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br w:type="page"/>
      </w:r>
    </w:p>
    <w:sectPr w:rsidR="00A318CD" w:rsidSect="003D48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51" w:right="851" w:bottom="851" w:left="85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920" w:rsidRDefault="00E37920" w:rsidP="0058667A">
      <w:r>
        <w:separator/>
      </w:r>
    </w:p>
  </w:endnote>
  <w:endnote w:type="continuationSeparator" w:id="0">
    <w:p w:rsidR="00E37920" w:rsidRDefault="00E37920" w:rsidP="00586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1C" w:rsidRDefault="003B6A1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1C" w:rsidRDefault="003B6A1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1C" w:rsidRDefault="003B6A1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920" w:rsidRDefault="00E37920" w:rsidP="0058667A">
      <w:r>
        <w:separator/>
      </w:r>
    </w:p>
  </w:footnote>
  <w:footnote w:type="continuationSeparator" w:id="0">
    <w:p w:rsidR="00E37920" w:rsidRDefault="00E37920" w:rsidP="005866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1C" w:rsidRDefault="003B6A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2739904"/>
      <w:docPartObj>
        <w:docPartGallery w:val="Page Numbers (Top of Page)"/>
        <w:docPartUnique/>
      </w:docPartObj>
    </w:sdtPr>
    <w:sdtEndPr/>
    <w:sdtContent>
      <w:p w:rsidR="00E37920" w:rsidRDefault="00D24A6A" w:rsidP="00D23AA4">
        <w:pPr>
          <w:pStyle w:val="a3"/>
          <w:jc w:val="center"/>
          <w:rPr>
            <w:rFonts w:ascii="Times New Roman" w:hAnsi="Times New Roman"/>
          </w:rPr>
        </w:pPr>
        <w:r w:rsidRPr="00846531">
          <w:rPr>
            <w:rFonts w:ascii="Times New Roman" w:hAnsi="Times New Roman"/>
          </w:rPr>
          <w:fldChar w:fldCharType="begin"/>
        </w:r>
        <w:r w:rsidR="00E37920" w:rsidRPr="00846531">
          <w:rPr>
            <w:rFonts w:ascii="Times New Roman" w:hAnsi="Times New Roman"/>
          </w:rPr>
          <w:instrText>PAGE   \* MERGEFORMAT</w:instrText>
        </w:r>
        <w:r w:rsidRPr="00846531">
          <w:rPr>
            <w:rFonts w:ascii="Times New Roman" w:hAnsi="Times New Roman"/>
          </w:rPr>
          <w:fldChar w:fldCharType="separate"/>
        </w:r>
        <w:r w:rsidR="00D6162F">
          <w:rPr>
            <w:rFonts w:ascii="Times New Roman" w:hAnsi="Times New Roman"/>
            <w:noProof/>
          </w:rPr>
          <w:t>4</w:t>
        </w:r>
        <w:r w:rsidRPr="00846531">
          <w:rPr>
            <w:rFonts w:ascii="Times New Roman" w:hAnsi="Times New Roman"/>
          </w:rPr>
          <w:fldChar w:fldCharType="end"/>
        </w:r>
      </w:p>
      <w:p w:rsidR="00E37920" w:rsidRPr="00846531" w:rsidRDefault="00D6162F" w:rsidP="00E31EDA">
        <w:pPr>
          <w:pStyle w:val="a3"/>
          <w:jc w:val="right"/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8E8" w:rsidRPr="00DB02D1" w:rsidRDefault="00BB48E8" w:rsidP="003B6A1C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764C1"/>
    <w:multiLevelType w:val="multilevel"/>
    <w:tmpl w:val="74DEFA8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bCs/>
      </w:rPr>
    </w:lvl>
    <w:lvl w:ilvl="1">
      <w:start w:val="2"/>
      <w:numFmt w:val="decimal"/>
      <w:isLgl/>
      <w:lvlText w:val="%1.%2."/>
      <w:lvlJc w:val="left"/>
      <w:pPr>
        <w:ind w:left="1827" w:hanging="12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12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81" w:hanging="126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08" w:hanging="126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  <w:b/>
      </w:rPr>
    </w:lvl>
  </w:abstractNum>
  <w:abstractNum w:abstractNumId="1">
    <w:nsid w:val="1B720F68"/>
    <w:multiLevelType w:val="multilevel"/>
    <w:tmpl w:val="CDC6AF24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408F7E7D"/>
    <w:multiLevelType w:val="hybridMultilevel"/>
    <w:tmpl w:val="2D42C5DA"/>
    <w:lvl w:ilvl="0" w:tplc="B0B80898">
      <w:start w:val="3"/>
      <w:numFmt w:val="decimal"/>
      <w:lvlText w:val="%1."/>
      <w:lvlJc w:val="left"/>
      <w:pPr>
        <w:ind w:left="12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1230AD9"/>
    <w:multiLevelType w:val="hybridMultilevel"/>
    <w:tmpl w:val="64D0D8CA"/>
    <w:lvl w:ilvl="0" w:tplc="2A74F4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1900301"/>
    <w:multiLevelType w:val="hybridMultilevel"/>
    <w:tmpl w:val="D54A1A24"/>
    <w:lvl w:ilvl="0" w:tplc="9BE4130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614E7C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0F2"/>
    <w:rsid w:val="00001365"/>
    <w:rsid w:val="000223B1"/>
    <w:rsid w:val="00025CB5"/>
    <w:rsid w:val="0003043A"/>
    <w:rsid w:val="00031BC9"/>
    <w:rsid w:val="000445F7"/>
    <w:rsid w:val="00047082"/>
    <w:rsid w:val="00061BC4"/>
    <w:rsid w:val="00063615"/>
    <w:rsid w:val="00066150"/>
    <w:rsid w:val="00071879"/>
    <w:rsid w:val="00076597"/>
    <w:rsid w:val="00077BF7"/>
    <w:rsid w:val="00080351"/>
    <w:rsid w:val="00083799"/>
    <w:rsid w:val="00085DA4"/>
    <w:rsid w:val="0008628B"/>
    <w:rsid w:val="000866AC"/>
    <w:rsid w:val="00090C42"/>
    <w:rsid w:val="0009171A"/>
    <w:rsid w:val="00095494"/>
    <w:rsid w:val="000A0CF1"/>
    <w:rsid w:val="000A2DFF"/>
    <w:rsid w:val="000A3E7E"/>
    <w:rsid w:val="000B0C35"/>
    <w:rsid w:val="000B1334"/>
    <w:rsid w:val="000B18FA"/>
    <w:rsid w:val="000B5A69"/>
    <w:rsid w:val="000B6282"/>
    <w:rsid w:val="000C2A61"/>
    <w:rsid w:val="000C2CAE"/>
    <w:rsid w:val="000C4BDD"/>
    <w:rsid w:val="000C5C48"/>
    <w:rsid w:val="000D025B"/>
    <w:rsid w:val="000D1818"/>
    <w:rsid w:val="000D349A"/>
    <w:rsid w:val="000D3F87"/>
    <w:rsid w:val="000D5A87"/>
    <w:rsid w:val="000E1064"/>
    <w:rsid w:val="000E3BB4"/>
    <w:rsid w:val="000F2E88"/>
    <w:rsid w:val="000F3F21"/>
    <w:rsid w:val="001075E7"/>
    <w:rsid w:val="00107A1C"/>
    <w:rsid w:val="00110B57"/>
    <w:rsid w:val="0011395E"/>
    <w:rsid w:val="00113D92"/>
    <w:rsid w:val="0011489C"/>
    <w:rsid w:val="0012017F"/>
    <w:rsid w:val="00122E75"/>
    <w:rsid w:val="00127887"/>
    <w:rsid w:val="00127B92"/>
    <w:rsid w:val="001340C5"/>
    <w:rsid w:val="00141733"/>
    <w:rsid w:val="00144828"/>
    <w:rsid w:val="00146EE2"/>
    <w:rsid w:val="0015152D"/>
    <w:rsid w:val="00160D29"/>
    <w:rsid w:val="00165927"/>
    <w:rsid w:val="00166B72"/>
    <w:rsid w:val="00170D07"/>
    <w:rsid w:val="00171A3F"/>
    <w:rsid w:val="001765C3"/>
    <w:rsid w:val="00182FFE"/>
    <w:rsid w:val="0018686E"/>
    <w:rsid w:val="00186B65"/>
    <w:rsid w:val="00196A2D"/>
    <w:rsid w:val="001A0F8F"/>
    <w:rsid w:val="001A45B1"/>
    <w:rsid w:val="001A59CB"/>
    <w:rsid w:val="001A7EAF"/>
    <w:rsid w:val="001B113C"/>
    <w:rsid w:val="001B414D"/>
    <w:rsid w:val="001B7A4A"/>
    <w:rsid w:val="001B7EF6"/>
    <w:rsid w:val="001C05F1"/>
    <w:rsid w:val="001C1D3F"/>
    <w:rsid w:val="001C2DAF"/>
    <w:rsid w:val="001D3936"/>
    <w:rsid w:val="001D7C2E"/>
    <w:rsid w:val="001E0828"/>
    <w:rsid w:val="001E17A7"/>
    <w:rsid w:val="001E1DC8"/>
    <w:rsid w:val="001E5FF0"/>
    <w:rsid w:val="001E773F"/>
    <w:rsid w:val="001E7827"/>
    <w:rsid w:val="001F00AB"/>
    <w:rsid w:val="001F54D3"/>
    <w:rsid w:val="00203F20"/>
    <w:rsid w:val="00204328"/>
    <w:rsid w:val="00210343"/>
    <w:rsid w:val="00216464"/>
    <w:rsid w:val="002165FF"/>
    <w:rsid w:val="002325B2"/>
    <w:rsid w:val="0023486A"/>
    <w:rsid w:val="00236DA5"/>
    <w:rsid w:val="00243120"/>
    <w:rsid w:val="0024323E"/>
    <w:rsid w:val="00254704"/>
    <w:rsid w:val="002547D4"/>
    <w:rsid w:val="00255FC8"/>
    <w:rsid w:val="0025745E"/>
    <w:rsid w:val="0026223A"/>
    <w:rsid w:val="0026424A"/>
    <w:rsid w:val="00270065"/>
    <w:rsid w:val="0027027B"/>
    <w:rsid w:val="00274ABC"/>
    <w:rsid w:val="00276736"/>
    <w:rsid w:val="002808C1"/>
    <w:rsid w:val="00280C98"/>
    <w:rsid w:val="00284FDE"/>
    <w:rsid w:val="002851F0"/>
    <w:rsid w:val="00286A5B"/>
    <w:rsid w:val="00286F4A"/>
    <w:rsid w:val="00291C8C"/>
    <w:rsid w:val="0029253D"/>
    <w:rsid w:val="002941E2"/>
    <w:rsid w:val="00294F00"/>
    <w:rsid w:val="002A4312"/>
    <w:rsid w:val="002A639F"/>
    <w:rsid w:val="002A7F2A"/>
    <w:rsid w:val="002B3032"/>
    <w:rsid w:val="002B4EE3"/>
    <w:rsid w:val="002B5540"/>
    <w:rsid w:val="002B5740"/>
    <w:rsid w:val="002B7F3C"/>
    <w:rsid w:val="002C14F3"/>
    <w:rsid w:val="002C233C"/>
    <w:rsid w:val="002C41AE"/>
    <w:rsid w:val="002E4B2A"/>
    <w:rsid w:val="002F0357"/>
    <w:rsid w:val="002F0EDB"/>
    <w:rsid w:val="002F2D10"/>
    <w:rsid w:val="002F34DB"/>
    <w:rsid w:val="002F37B5"/>
    <w:rsid w:val="002F6411"/>
    <w:rsid w:val="003028AA"/>
    <w:rsid w:val="00306E6B"/>
    <w:rsid w:val="00307777"/>
    <w:rsid w:val="00316DA8"/>
    <w:rsid w:val="00317434"/>
    <w:rsid w:val="00320023"/>
    <w:rsid w:val="003251F2"/>
    <w:rsid w:val="003302EF"/>
    <w:rsid w:val="003338F1"/>
    <w:rsid w:val="0033462B"/>
    <w:rsid w:val="003363DE"/>
    <w:rsid w:val="00337512"/>
    <w:rsid w:val="003430F8"/>
    <w:rsid w:val="00350126"/>
    <w:rsid w:val="00352FEA"/>
    <w:rsid w:val="00356A60"/>
    <w:rsid w:val="00360009"/>
    <w:rsid w:val="00365806"/>
    <w:rsid w:val="003659E8"/>
    <w:rsid w:val="00374B94"/>
    <w:rsid w:val="0037599F"/>
    <w:rsid w:val="00381770"/>
    <w:rsid w:val="0038280B"/>
    <w:rsid w:val="003851E3"/>
    <w:rsid w:val="00385358"/>
    <w:rsid w:val="00385EB8"/>
    <w:rsid w:val="00394B18"/>
    <w:rsid w:val="00395510"/>
    <w:rsid w:val="003A1510"/>
    <w:rsid w:val="003A35BB"/>
    <w:rsid w:val="003A664F"/>
    <w:rsid w:val="003A705B"/>
    <w:rsid w:val="003A7376"/>
    <w:rsid w:val="003B24B7"/>
    <w:rsid w:val="003B54DA"/>
    <w:rsid w:val="003B6A1C"/>
    <w:rsid w:val="003C0118"/>
    <w:rsid w:val="003C07BD"/>
    <w:rsid w:val="003C157C"/>
    <w:rsid w:val="003C3F8A"/>
    <w:rsid w:val="003C66CE"/>
    <w:rsid w:val="003C7C4F"/>
    <w:rsid w:val="003D1349"/>
    <w:rsid w:val="003D48E7"/>
    <w:rsid w:val="003D75A6"/>
    <w:rsid w:val="003D764F"/>
    <w:rsid w:val="003F33EF"/>
    <w:rsid w:val="003F3FAD"/>
    <w:rsid w:val="003F5E7E"/>
    <w:rsid w:val="003F5EB8"/>
    <w:rsid w:val="00402939"/>
    <w:rsid w:val="00403650"/>
    <w:rsid w:val="0040382E"/>
    <w:rsid w:val="00404270"/>
    <w:rsid w:val="004066FF"/>
    <w:rsid w:val="00411979"/>
    <w:rsid w:val="00412436"/>
    <w:rsid w:val="00413FEA"/>
    <w:rsid w:val="004164EE"/>
    <w:rsid w:val="0042134E"/>
    <w:rsid w:val="00425379"/>
    <w:rsid w:val="00426DB7"/>
    <w:rsid w:val="00434290"/>
    <w:rsid w:val="004419AC"/>
    <w:rsid w:val="00443537"/>
    <w:rsid w:val="00443B8D"/>
    <w:rsid w:val="00447373"/>
    <w:rsid w:val="004506AC"/>
    <w:rsid w:val="004576BF"/>
    <w:rsid w:val="00462E60"/>
    <w:rsid w:val="004760B6"/>
    <w:rsid w:val="00480BCF"/>
    <w:rsid w:val="0048142A"/>
    <w:rsid w:val="0048159E"/>
    <w:rsid w:val="00492E08"/>
    <w:rsid w:val="0049349E"/>
    <w:rsid w:val="00495F21"/>
    <w:rsid w:val="00497841"/>
    <w:rsid w:val="00497962"/>
    <w:rsid w:val="004A4357"/>
    <w:rsid w:val="004A7DD5"/>
    <w:rsid w:val="004B2F0B"/>
    <w:rsid w:val="004B5968"/>
    <w:rsid w:val="004C6283"/>
    <w:rsid w:val="004C631C"/>
    <w:rsid w:val="004D05BF"/>
    <w:rsid w:val="004D3853"/>
    <w:rsid w:val="004D7FF7"/>
    <w:rsid w:val="004E5B1C"/>
    <w:rsid w:val="004F0158"/>
    <w:rsid w:val="004F4CBA"/>
    <w:rsid w:val="00507AF9"/>
    <w:rsid w:val="005115CF"/>
    <w:rsid w:val="005150D2"/>
    <w:rsid w:val="0051664F"/>
    <w:rsid w:val="00523634"/>
    <w:rsid w:val="00525FC6"/>
    <w:rsid w:val="0053065F"/>
    <w:rsid w:val="00536985"/>
    <w:rsid w:val="00537D34"/>
    <w:rsid w:val="00540D64"/>
    <w:rsid w:val="00541536"/>
    <w:rsid w:val="00541D1C"/>
    <w:rsid w:val="00544837"/>
    <w:rsid w:val="00545C4A"/>
    <w:rsid w:val="00550D54"/>
    <w:rsid w:val="00554940"/>
    <w:rsid w:val="00556045"/>
    <w:rsid w:val="005608BB"/>
    <w:rsid w:val="00561D10"/>
    <w:rsid w:val="005622D4"/>
    <w:rsid w:val="00571D92"/>
    <w:rsid w:val="005747E1"/>
    <w:rsid w:val="0058667A"/>
    <w:rsid w:val="00591FAB"/>
    <w:rsid w:val="00594AF5"/>
    <w:rsid w:val="00595D5C"/>
    <w:rsid w:val="00596233"/>
    <w:rsid w:val="005A5D7E"/>
    <w:rsid w:val="005A5E03"/>
    <w:rsid w:val="005A61C6"/>
    <w:rsid w:val="005B1306"/>
    <w:rsid w:val="005B1EF9"/>
    <w:rsid w:val="005B7CFD"/>
    <w:rsid w:val="005C1733"/>
    <w:rsid w:val="005C3ED1"/>
    <w:rsid w:val="005D30C9"/>
    <w:rsid w:val="005D69A3"/>
    <w:rsid w:val="005E39F3"/>
    <w:rsid w:val="005F2539"/>
    <w:rsid w:val="0060028C"/>
    <w:rsid w:val="0060063B"/>
    <w:rsid w:val="00601040"/>
    <w:rsid w:val="00604D1C"/>
    <w:rsid w:val="006062A8"/>
    <w:rsid w:val="00612633"/>
    <w:rsid w:val="006146AF"/>
    <w:rsid w:val="006203C2"/>
    <w:rsid w:val="006215AC"/>
    <w:rsid w:val="0062557F"/>
    <w:rsid w:val="00626EA2"/>
    <w:rsid w:val="006308E6"/>
    <w:rsid w:val="006325A3"/>
    <w:rsid w:val="00634784"/>
    <w:rsid w:val="00635C73"/>
    <w:rsid w:val="00637A8E"/>
    <w:rsid w:val="00652A11"/>
    <w:rsid w:val="00660D2A"/>
    <w:rsid w:val="00663DCE"/>
    <w:rsid w:val="006734D3"/>
    <w:rsid w:val="00674140"/>
    <w:rsid w:val="006750CD"/>
    <w:rsid w:val="00675F1D"/>
    <w:rsid w:val="00676621"/>
    <w:rsid w:val="00677371"/>
    <w:rsid w:val="006778F0"/>
    <w:rsid w:val="00680432"/>
    <w:rsid w:val="00682909"/>
    <w:rsid w:val="00683383"/>
    <w:rsid w:val="00690C0D"/>
    <w:rsid w:val="0069440F"/>
    <w:rsid w:val="006971FB"/>
    <w:rsid w:val="006A651C"/>
    <w:rsid w:val="006C247D"/>
    <w:rsid w:val="006C4599"/>
    <w:rsid w:val="006D2C76"/>
    <w:rsid w:val="006D3C4D"/>
    <w:rsid w:val="006D4C75"/>
    <w:rsid w:val="006E2296"/>
    <w:rsid w:val="006E5351"/>
    <w:rsid w:val="006E6286"/>
    <w:rsid w:val="006E6CDA"/>
    <w:rsid w:val="006E7FA7"/>
    <w:rsid w:val="006F24C0"/>
    <w:rsid w:val="006F66ED"/>
    <w:rsid w:val="00700B77"/>
    <w:rsid w:val="00706B3C"/>
    <w:rsid w:val="0070720D"/>
    <w:rsid w:val="00711E16"/>
    <w:rsid w:val="00717A36"/>
    <w:rsid w:val="00720DB7"/>
    <w:rsid w:val="0072152E"/>
    <w:rsid w:val="007308E9"/>
    <w:rsid w:val="00734C22"/>
    <w:rsid w:val="007357C9"/>
    <w:rsid w:val="007420CD"/>
    <w:rsid w:val="007440ED"/>
    <w:rsid w:val="00754F62"/>
    <w:rsid w:val="007642EC"/>
    <w:rsid w:val="00777656"/>
    <w:rsid w:val="00780F27"/>
    <w:rsid w:val="00782E49"/>
    <w:rsid w:val="007939A8"/>
    <w:rsid w:val="00796015"/>
    <w:rsid w:val="007A50DD"/>
    <w:rsid w:val="007A6A46"/>
    <w:rsid w:val="007B0896"/>
    <w:rsid w:val="007B0FD1"/>
    <w:rsid w:val="007B1915"/>
    <w:rsid w:val="007B4C89"/>
    <w:rsid w:val="007C0C17"/>
    <w:rsid w:val="007C2FAF"/>
    <w:rsid w:val="007C6522"/>
    <w:rsid w:val="007D2EBD"/>
    <w:rsid w:val="007D65B6"/>
    <w:rsid w:val="007D7795"/>
    <w:rsid w:val="007E115E"/>
    <w:rsid w:val="007E6D6A"/>
    <w:rsid w:val="007F33C9"/>
    <w:rsid w:val="007F60B1"/>
    <w:rsid w:val="007F628E"/>
    <w:rsid w:val="00802412"/>
    <w:rsid w:val="0080718E"/>
    <w:rsid w:val="00810396"/>
    <w:rsid w:val="00811CC9"/>
    <w:rsid w:val="0082332B"/>
    <w:rsid w:val="008242C0"/>
    <w:rsid w:val="00825DE4"/>
    <w:rsid w:val="008302C0"/>
    <w:rsid w:val="0083103A"/>
    <w:rsid w:val="00833B8C"/>
    <w:rsid w:val="00836F8C"/>
    <w:rsid w:val="00845958"/>
    <w:rsid w:val="00846531"/>
    <w:rsid w:val="0084784D"/>
    <w:rsid w:val="00851D06"/>
    <w:rsid w:val="00881E9C"/>
    <w:rsid w:val="0089253E"/>
    <w:rsid w:val="008A41E7"/>
    <w:rsid w:val="008A7694"/>
    <w:rsid w:val="008A7AA3"/>
    <w:rsid w:val="008C0ECE"/>
    <w:rsid w:val="008C4269"/>
    <w:rsid w:val="008D10BD"/>
    <w:rsid w:val="008D268C"/>
    <w:rsid w:val="008D3AB3"/>
    <w:rsid w:val="008D4C7A"/>
    <w:rsid w:val="008E4F64"/>
    <w:rsid w:val="008E630F"/>
    <w:rsid w:val="008E71A7"/>
    <w:rsid w:val="008E7C7E"/>
    <w:rsid w:val="008F36BB"/>
    <w:rsid w:val="008F56A9"/>
    <w:rsid w:val="008F57C0"/>
    <w:rsid w:val="008F6782"/>
    <w:rsid w:val="00900559"/>
    <w:rsid w:val="00905102"/>
    <w:rsid w:val="009054FF"/>
    <w:rsid w:val="00905D55"/>
    <w:rsid w:val="00906201"/>
    <w:rsid w:val="00906E59"/>
    <w:rsid w:val="00907CD2"/>
    <w:rsid w:val="009158F7"/>
    <w:rsid w:val="00921C57"/>
    <w:rsid w:val="009316FB"/>
    <w:rsid w:val="00931A3E"/>
    <w:rsid w:val="00932499"/>
    <w:rsid w:val="009330F1"/>
    <w:rsid w:val="009353A4"/>
    <w:rsid w:val="00935422"/>
    <w:rsid w:val="00937EE7"/>
    <w:rsid w:val="009415E6"/>
    <w:rsid w:val="00944D3C"/>
    <w:rsid w:val="00950C13"/>
    <w:rsid w:val="00952EF0"/>
    <w:rsid w:val="00965A24"/>
    <w:rsid w:val="009667EC"/>
    <w:rsid w:val="00972299"/>
    <w:rsid w:val="009743ED"/>
    <w:rsid w:val="00975A93"/>
    <w:rsid w:val="009907B8"/>
    <w:rsid w:val="00991630"/>
    <w:rsid w:val="00991DDD"/>
    <w:rsid w:val="00995566"/>
    <w:rsid w:val="009979E8"/>
    <w:rsid w:val="009A0F72"/>
    <w:rsid w:val="009A2561"/>
    <w:rsid w:val="009B0024"/>
    <w:rsid w:val="009B08FB"/>
    <w:rsid w:val="009B1437"/>
    <w:rsid w:val="009B1E49"/>
    <w:rsid w:val="009B2DEF"/>
    <w:rsid w:val="009B4382"/>
    <w:rsid w:val="009B78B9"/>
    <w:rsid w:val="009C0DA6"/>
    <w:rsid w:val="009C2469"/>
    <w:rsid w:val="009C3D63"/>
    <w:rsid w:val="009C4861"/>
    <w:rsid w:val="009D0981"/>
    <w:rsid w:val="009D1F88"/>
    <w:rsid w:val="009D6955"/>
    <w:rsid w:val="009E1ACC"/>
    <w:rsid w:val="009E6DE6"/>
    <w:rsid w:val="009F0D14"/>
    <w:rsid w:val="009F4617"/>
    <w:rsid w:val="009F7301"/>
    <w:rsid w:val="00A05EA8"/>
    <w:rsid w:val="00A101CD"/>
    <w:rsid w:val="00A125FF"/>
    <w:rsid w:val="00A14259"/>
    <w:rsid w:val="00A14B9D"/>
    <w:rsid w:val="00A1603B"/>
    <w:rsid w:val="00A22247"/>
    <w:rsid w:val="00A23583"/>
    <w:rsid w:val="00A24494"/>
    <w:rsid w:val="00A2586B"/>
    <w:rsid w:val="00A2791B"/>
    <w:rsid w:val="00A318CD"/>
    <w:rsid w:val="00A3690C"/>
    <w:rsid w:val="00A403FE"/>
    <w:rsid w:val="00A438C1"/>
    <w:rsid w:val="00A46013"/>
    <w:rsid w:val="00A541BD"/>
    <w:rsid w:val="00A55B8D"/>
    <w:rsid w:val="00A63174"/>
    <w:rsid w:val="00A64F3F"/>
    <w:rsid w:val="00A664A5"/>
    <w:rsid w:val="00A742E9"/>
    <w:rsid w:val="00A75641"/>
    <w:rsid w:val="00A77EF1"/>
    <w:rsid w:val="00A80754"/>
    <w:rsid w:val="00A820AB"/>
    <w:rsid w:val="00A827E2"/>
    <w:rsid w:val="00A857E4"/>
    <w:rsid w:val="00A87FE9"/>
    <w:rsid w:val="00A904EC"/>
    <w:rsid w:val="00A93CAA"/>
    <w:rsid w:val="00A96B5E"/>
    <w:rsid w:val="00A97227"/>
    <w:rsid w:val="00AA1B6B"/>
    <w:rsid w:val="00AA5B17"/>
    <w:rsid w:val="00AA7116"/>
    <w:rsid w:val="00AB7045"/>
    <w:rsid w:val="00AC05DB"/>
    <w:rsid w:val="00AC27A7"/>
    <w:rsid w:val="00AC2BA4"/>
    <w:rsid w:val="00AC4578"/>
    <w:rsid w:val="00AC7F97"/>
    <w:rsid w:val="00AF04E5"/>
    <w:rsid w:val="00AF6C48"/>
    <w:rsid w:val="00AF7A04"/>
    <w:rsid w:val="00B03553"/>
    <w:rsid w:val="00B0409D"/>
    <w:rsid w:val="00B04A5B"/>
    <w:rsid w:val="00B17B12"/>
    <w:rsid w:val="00B24ECA"/>
    <w:rsid w:val="00B332B5"/>
    <w:rsid w:val="00B3449A"/>
    <w:rsid w:val="00B34A26"/>
    <w:rsid w:val="00B367C4"/>
    <w:rsid w:val="00B379A9"/>
    <w:rsid w:val="00B42FBB"/>
    <w:rsid w:val="00B51340"/>
    <w:rsid w:val="00B55087"/>
    <w:rsid w:val="00B60602"/>
    <w:rsid w:val="00B61105"/>
    <w:rsid w:val="00B67BCC"/>
    <w:rsid w:val="00B736BF"/>
    <w:rsid w:val="00B73F2B"/>
    <w:rsid w:val="00B87620"/>
    <w:rsid w:val="00B906C2"/>
    <w:rsid w:val="00BA006C"/>
    <w:rsid w:val="00BA1A57"/>
    <w:rsid w:val="00BA29BB"/>
    <w:rsid w:val="00BA2C57"/>
    <w:rsid w:val="00BB0510"/>
    <w:rsid w:val="00BB136A"/>
    <w:rsid w:val="00BB3E9B"/>
    <w:rsid w:val="00BB42B7"/>
    <w:rsid w:val="00BB48E8"/>
    <w:rsid w:val="00BB4DB1"/>
    <w:rsid w:val="00BC313D"/>
    <w:rsid w:val="00BC3AB3"/>
    <w:rsid w:val="00BC459D"/>
    <w:rsid w:val="00BC65C2"/>
    <w:rsid w:val="00BD3F11"/>
    <w:rsid w:val="00BD5FEE"/>
    <w:rsid w:val="00BE25BD"/>
    <w:rsid w:val="00BE5831"/>
    <w:rsid w:val="00BE6CEF"/>
    <w:rsid w:val="00BF23CA"/>
    <w:rsid w:val="00BF28D1"/>
    <w:rsid w:val="00BF35FF"/>
    <w:rsid w:val="00BF393A"/>
    <w:rsid w:val="00C01A4E"/>
    <w:rsid w:val="00C03626"/>
    <w:rsid w:val="00C04092"/>
    <w:rsid w:val="00C141D3"/>
    <w:rsid w:val="00C15EE5"/>
    <w:rsid w:val="00C178DE"/>
    <w:rsid w:val="00C21859"/>
    <w:rsid w:val="00C24896"/>
    <w:rsid w:val="00C24F1C"/>
    <w:rsid w:val="00C250BA"/>
    <w:rsid w:val="00C25910"/>
    <w:rsid w:val="00C26110"/>
    <w:rsid w:val="00C32953"/>
    <w:rsid w:val="00C361CF"/>
    <w:rsid w:val="00C4527F"/>
    <w:rsid w:val="00C46C2E"/>
    <w:rsid w:val="00C50004"/>
    <w:rsid w:val="00C50530"/>
    <w:rsid w:val="00C54325"/>
    <w:rsid w:val="00C654EA"/>
    <w:rsid w:val="00C708FF"/>
    <w:rsid w:val="00C75183"/>
    <w:rsid w:val="00C75441"/>
    <w:rsid w:val="00C83CBF"/>
    <w:rsid w:val="00C84429"/>
    <w:rsid w:val="00C856CB"/>
    <w:rsid w:val="00C859AA"/>
    <w:rsid w:val="00C96F28"/>
    <w:rsid w:val="00CA4DB3"/>
    <w:rsid w:val="00CB3E9E"/>
    <w:rsid w:val="00CB5134"/>
    <w:rsid w:val="00CB6811"/>
    <w:rsid w:val="00CE2042"/>
    <w:rsid w:val="00CE442F"/>
    <w:rsid w:val="00CE4A4C"/>
    <w:rsid w:val="00CF17DA"/>
    <w:rsid w:val="00CF2E1C"/>
    <w:rsid w:val="00CF397B"/>
    <w:rsid w:val="00CF4938"/>
    <w:rsid w:val="00CF70D6"/>
    <w:rsid w:val="00D0101B"/>
    <w:rsid w:val="00D02DB1"/>
    <w:rsid w:val="00D04DE3"/>
    <w:rsid w:val="00D05FCD"/>
    <w:rsid w:val="00D23AA4"/>
    <w:rsid w:val="00D24250"/>
    <w:rsid w:val="00D24A6A"/>
    <w:rsid w:val="00D3534F"/>
    <w:rsid w:val="00D4049E"/>
    <w:rsid w:val="00D4116F"/>
    <w:rsid w:val="00D42A0C"/>
    <w:rsid w:val="00D42D07"/>
    <w:rsid w:val="00D42D8E"/>
    <w:rsid w:val="00D50397"/>
    <w:rsid w:val="00D60268"/>
    <w:rsid w:val="00D6162F"/>
    <w:rsid w:val="00D75747"/>
    <w:rsid w:val="00D800F2"/>
    <w:rsid w:val="00D81937"/>
    <w:rsid w:val="00D901B1"/>
    <w:rsid w:val="00D90B53"/>
    <w:rsid w:val="00D914B9"/>
    <w:rsid w:val="00D95F19"/>
    <w:rsid w:val="00D97812"/>
    <w:rsid w:val="00D97DE2"/>
    <w:rsid w:val="00DA175F"/>
    <w:rsid w:val="00DA7E29"/>
    <w:rsid w:val="00DB02D1"/>
    <w:rsid w:val="00DB22BB"/>
    <w:rsid w:val="00DB4CF6"/>
    <w:rsid w:val="00DB675F"/>
    <w:rsid w:val="00DB7449"/>
    <w:rsid w:val="00DC127D"/>
    <w:rsid w:val="00DC1CEF"/>
    <w:rsid w:val="00DC24BC"/>
    <w:rsid w:val="00DC5F1D"/>
    <w:rsid w:val="00DC697B"/>
    <w:rsid w:val="00DC7D19"/>
    <w:rsid w:val="00DD6134"/>
    <w:rsid w:val="00DE115A"/>
    <w:rsid w:val="00DE73D2"/>
    <w:rsid w:val="00DF032C"/>
    <w:rsid w:val="00DF08D1"/>
    <w:rsid w:val="00DF1768"/>
    <w:rsid w:val="00DF1F29"/>
    <w:rsid w:val="00DF2EF3"/>
    <w:rsid w:val="00DF5BD0"/>
    <w:rsid w:val="00E10A82"/>
    <w:rsid w:val="00E137B3"/>
    <w:rsid w:val="00E15672"/>
    <w:rsid w:val="00E159D9"/>
    <w:rsid w:val="00E17877"/>
    <w:rsid w:val="00E20E7A"/>
    <w:rsid w:val="00E219B0"/>
    <w:rsid w:val="00E22B6A"/>
    <w:rsid w:val="00E230C6"/>
    <w:rsid w:val="00E249E8"/>
    <w:rsid w:val="00E31EDA"/>
    <w:rsid w:val="00E37920"/>
    <w:rsid w:val="00E421CB"/>
    <w:rsid w:val="00E4641D"/>
    <w:rsid w:val="00E52277"/>
    <w:rsid w:val="00E552EF"/>
    <w:rsid w:val="00E62348"/>
    <w:rsid w:val="00E62B86"/>
    <w:rsid w:val="00E6625A"/>
    <w:rsid w:val="00E7002A"/>
    <w:rsid w:val="00E70183"/>
    <w:rsid w:val="00E772CB"/>
    <w:rsid w:val="00E776F8"/>
    <w:rsid w:val="00E81452"/>
    <w:rsid w:val="00E82131"/>
    <w:rsid w:val="00E84FCC"/>
    <w:rsid w:val="00E90AE7"/>
    <w:rsid w:val="00E92905"/>
    <w:rsid w:val="00E97950"/>
    <w:rsid w:val="00EA1006"/>
    <w:rsid w:val="00EA4AB3"/>
    <w:rsid w:val="00EA613A"/>
    <w:rsid w:val="00EB7817"/>
    <w:rsid w:val="00EC311E"/>
    <w:rsid w:val="00ED0C08"/>
    <w:rsid w:val="00ED19F1"/>
    <w:rsid w:val="00ED28E2"/>
    <w:rsid w:val="00ED51BB"/>
    <w:rsid w:val="00ED7F68"/>
    <w:rsid w:val="00EE4243"/>
    <w:rsid w:val="00EF173C"/>
    <w:rsid w:val="00EF558A"/>
    <w:rsid w:val="00F112E4"/>
    <w:rsid w:val="00F1261E"/>
    <w:rsid w:val="00F127B6"/>
    <w:rsid w:val="00F15E23"/>
    <w:rsid w:val="00F20658"/>
    <w:rsid w:val="00F20CA8"/>
    <w:rsid w:val="00F23D2D"/>
    <w:rsid w:val="00F277B2"/>
    <w:rsid w:val="00F31DA6"/>
    <w:rsid w:val="00F40CCA"/>
    <w:rsid w:val="00F413D2"/>
    <w:rsid w:val="00F4213F"/>
    <w:rsid w:val="00F42C2F"/>
    <w:rsid w:val="00F435FC"/>
    <w:rsid w:val="00F54F6D"/>
    <w:rsid w:val="00F628D9"/>
    <w:rsid w:val="00F648E0"/>
    <w:rsid w:val="00F67D3F"/>
    <w:rsid w:val="00F7120A"/>
    <w:rsid w:val="00F7432E"/>
    <w:rsid w:val="00F77720"/>
    <w:rsid w:val="00F807C2"/>
    <w:rsid w:val="00F904A8"/>
    <w:rsid w:val="00F90F6D"/>
    <w:rsid w:val="00FA0872"/>
    <w:rsid w:val="00FA427A"/>
    <w:rsid w:val="00FA49E4"/>
    <w:rsid w:val="00FA4E4F"/>
    <w:rsid w:val="00FA4F57"/>
    <w:rsid w:val="00FB3948"/>
    <w:rsid w:val="00FB65FE"/>
    <w:rsid w:val="00FB73D0"/>
    <w:rsid w:val="00FB7B37"/>
    <w:rsid w:val="00FC02F3"/>
    <w:rsid w:val="00FC2C26"/>
    <w:rsid w:val="00FD1744"/>
    <w:rsid w:val="00FE1858"/>
    <w:rsid w:val="00FE2CDC"/>
    <w:rsid w:val="00FE4563"/>
    <w:rsid w:val="00FE5C6F"/>
    <w:rsid w:val="00FF00A3"/>
    <w:rsid w:val="00FF3B3E"/>
    <w:rsid w:val="00FF5893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1E21ED1F-209A-40FA-A5A2-0B9F78820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64F"/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800F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D764F"/>
    <w:pPr>
      <w:keepNext/>
      <w:jc w:val="center"/>
      <w:outlineLvl w:val="1"/>
    </w:pPr>
    <w:rPr>
      <w:rFonts w:ascii="Times New Roman" w:hAnsi="Times New Roman"/>
      <w:b/>
      <w:bCs/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00F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3D76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667A"/>
    <w:rPr>
      <w:rFonts w:ascii="Arial" w:hAnsi="Arial"/>
      <w:sz w:val="24"/>
      <w:szCs w:val="24"/>
    </w:rPr>
  </w:style>
  <w:style w:type="paragraph" w:styleId="a5">
    <w:name w:val="Body Text"/>
    <w:basedOn w:val="a"/>
    <w:rsid w:val="003D764F"/>
    <w:pPr>
      <w:widowControl w:val="0"/>
      <w:autoSpaceDE w:val="0"/>
      <w:autoSpaceDN w:val="0"/>
      <w:adjustRightInd w:val="0"/>
      <w:spacing w:before="20" w:line="300" w:lineRule="auto"/>
      <w:jc w:val="center"/>
    </w:pPr>
    <w:rPr>
      <w:rFonts w:ascii="Times New Roman" w:hAnsi="Times New Roman"/>
      <w:b/>
      <w:bCs/>
      <w:sz w:val="28"/>
      <w:szCs w:val="22"/>
    </w:rPr>
  </w:style>
  <w:style w:type="paragraph" w:styleId="a6">
    <w:name w:val="Balloon Text"/>
    <w:basedOn w:val="a"/>
    <w:semiHidden/>
    <w:rsid w:val="00F42C2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800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unhideWhenUsed/>
    <w:rsid w:val="005866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8667A"/>
    <w:rPr>
      <w:rFonts w:ascii="Arial" w:hAnsi="Arial"/>
      <w:sz w:val="24"/>
      <w:szCs w:val="24"/>
    </w:rPr>
  </w:style>
  <w:style w:type="paragraph" w:customStyle="1" w:styleId="s1">
    <w:name w:val="s_1"/>
    <w:basedOn w:val="a"/>
    <w:rsid w:val="00D3534F"/>
    <w:pPr>
      <w:ind w:firstLine="720"/>
      <w:jc w:val="both"/>
    </w:pPr>
    <w:rPr>
      <w:rFonts w:cs="Arial"/>
      <w:sz w:val="26"/>
      <w:szCs w:val="26"/>
    </w:rPr>
  </w:style>
  <w:style w:type="paragraph" w:customStyle="1" w:styleId="ConsPlusNonformat">
    <w:name w:val="ConsPlusNonformat"/>
    <w:rsid w:val="0015152D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styleId="a9">
    <w:name w:val="Hyperlink"/>
    <w:basedOn w:val="a0"/>
    <w:uiPriority w:val="99"/>
    <w:unhideWhenUsed/>
    <w:rsid w:val="0015152D"/>
    <w:rPr>
      <w:color w:val="0000FF"/>
      <w:u w:val="single"/>
    </w:rPr>
  </w:style>
  <w:style w:type="paragraph" w:customStyle="1" w:styleId="ConsPlusTitle">
    <w:name w:val="ConsPlusTitle"/>
    <w:rsid w:val="004164EE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</w:rPr>
  </w:style>
  <w:style w:type="character" w:styleId="aa">
    <w:name w:val="FollowedHyperlink"/>
    <w:basedOn w:val="a0"/>
    <w:uiPriority w:val="99"/>
    <w:semiHidden/>
    <w:unhideWhenUsed/>
    <w:rsid w:val="0009171A"/>
    <w:rPr>
      <w:color w:val="800080"/>
      <w:u w:val="single"/>
    </w:rPr>
  </w:style>
  <w:style w:type="paragraph" w:customStyle="1" w:styleId="font5">
    <w:name w:val="font5"/>
    <w:basedOn w:val="a"/>
    <w:rsid w:val="0009171A"/>
    <w:pPr>
      <w:spacing w:before="100" w:beforeAutospacing="1" w:after="100" w:afterAutospacing="1"/>
    </w:pPr>
    <w:rPr>
      <w:rFonts w:ascii="Times New Roman" w:hAnsi="Times New Roman"/>
      <w:i/>
      <w:iCs/>
      <w:color w:val="000000"/>
      <w:sz w:val="20"/>
      <w:szCs w:val="20"/>
    </w:rPr>
  </w:style>
  <w:style w:type="paragraph" w:customStyle="1" w:styleId="xl191">
    <w:name w:val="xl19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92">
    <w:name w:val="xl19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93">
    <w:name w:val="xl19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4">
    <w:name w:val="xl19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5">
    <w:name w:val="xl19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6">
    <w:name w:val="xl19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7">
    <w:name w:val="xl19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8">
    <w:name w:val="xl19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9">
    <w:name w:val="xl19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0">
    <w:name w:val="xl20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1">
    <w:name w:val="xl20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2">
    <w:name w:val="xl20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3">
    <w:name w:val="xl20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4">
    <w:name w:val="xl20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5">
    <w:name w:val="xl20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6">
    <w:name w:val="xl20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7">
    <w:name w:val="xl20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8">
    <w:name w:val="xl20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9">
    <w:name w:val="xl20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10">
    <w:name w:val="xl21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11">
    <w:name w:val="xl21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212">
    <w:name w:val="xl21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3">
    <w:name w:val="xl21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4">
    <w:name w:val="xl21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5">
    <w:name w:val="xl21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16">
    <w:name w:val="xl21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17">
    <w:name w:val="xl21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8">
    <w:name w:val="xl21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9">
    <w:name w:val="xl21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0">
    <w:name w:val="xl22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1">
    <w:name w:val="xl22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2">
    <w:name w:val="xl22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3">
    <w:name w:val="xl22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4">
    <w:name w:val="xl22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5">
    <w:name w:val="xl22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6">
    <w:name w:val="xl22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7">
    <w:name w:val="xl22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8">
    <w:name w:val="xl22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9">
    <w:name w:val="xl22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0">
    <w:name w:val="xl23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1">
    <w:name w:val="xl23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2">
    <w:name w:val="xl23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3">
    <w:name w:val="xl23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4">
    <w:name w:val="xl23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5">
    <w:name w:val="xl23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6">
    <w:name w:val="xl23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7">
    <w:name w:val="xl23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8">
    <w:name w:val="xl23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9">
    <w:name w:val="xl23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0">
    <w:name w:val="xl24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1">
    <w:name w:val="xl24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2">
    <w:name w:val="xl24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3">
    <w:name w:val="xl24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4">
    <w:name w:val="xl24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5">
    <w:name w:val="xl24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6">
    <w:name w:val="xl24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7">
    <w:name w:val="xl24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8">
    <w:name w:val="xl24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9">
    <w:name w:val="xl24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0">
    <w:name w:val="xl25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1">
    <w:name w:val="xl25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2">
    <w:name w:val="xl25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3">
    <w:name w:val="xl25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4">
    <w:name w:val="xl25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5">
    <w:name w:val="xl25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56">
    <w:name w:val="xl25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7">
    <w:name w:val="xl25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58">
    <w:name w:val="xl25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9">
    <w:name w:val="xl25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0">
    <w:name w:val="xl260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61">
    <w:name w:val="xl26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62">
    <w:name w:val="xl26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63">
    <w:name w:val="xl263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4">
    <w:name w:val="xl26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265">
    <w:name w:val="xl26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6">
    <w:name w:val="xl26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7">
    <w:name w:val="xl26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8">
    <w:name w:val="xl26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9">
    <w:name w:val="xl26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270">
    <w:name w:val="xl27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1">
    <w:name w:val="xl27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2">
    <w:name w:val="xl27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273">
    <w:name w:val="xl27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4">
    <w:name w:val="xl27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26282F"/>
    </w:rPr>
  </w:style>
  <w:style w:type="paragraph" w:customStyle="1" w:styleId="xl275">
    <w:name w:val="xl27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26282F"/>
      <w:sz w:val="20"/>
      <w:szCs w:val="20"/>
    </w:rPr>
  </w:style>
  <w:style w:type="paragraph" w:customStyle="1" w:styleId="xl276">
    <w:name w:val="xl27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7">
    <w:name w:val="xl27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78">
    <w:name w:val="xl27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79">
    <w:name w:val="xl27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0">
    <w:name w:val="xl28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1">
    <w:name w:val="xl28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2">
    <w:name w:val="xl28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3">
    <w:name w:val="xl28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4">
    <w:name w:val="xl28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85">
    <w:name w:val="xl28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6">
    <w:name w:val="xl28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7">
    <w:name w:val="xl28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88">
    <w:name w:val="xl28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9">
    <w:name w:val="xl28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0">
    <w:name w:val="xl29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1">
    <w:name w:val="xl29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2">
    <w:name w:val="xl29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3">
    <w:name w:val="xl29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4">
    <w:name w:val="xl29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5">
    <w:name w:val="xl29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6">
    <w:name w:val="xl29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97">
    <w:name w:val="xl29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8">
    <w:name w:val="xl29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99">
    <w:name w:val="xl29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0">
    <w:name w:val="xl30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1">
    <w:name w:val="xl30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2">
    <w:name w:val="xl30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3">
    <w:name w:val="xl30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04">
    <w:name w:val="xl30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5">
    <w:name w:val="xl30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6">
    <w:name w:val="xl30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7">
    <w:name w:val="xl30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8">
    <w:name w:val="xl30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09">
    <w:name w:val="xl30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0">
    <w:name w:val="xl31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1">
    <w:name w:val="xl31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2">
    <w:name w:val="xl31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3">
    <w:name w:val="xl31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4">
    <w:name w:val="xl31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5">
    <w:name w:val="xl31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6">
    <w:name w:val="xl31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7">
    <w:name w:val="xl31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8">
    <w:name w:val="xl31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9">
    <w:name w:val="xl31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0">
    <w:name w:val="xl32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1">
    <w:name w:val="xl32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2">
    <w:name w:val="xl32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3">
    <w:name w:val="xl32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24">
    <w:name w:val="xl32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5">
    <w:name w:val="xl32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6">
    <w:name w:val="xl32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327">
    <w:name w:val="xl32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28">
    <w:name w:val="xl32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9">
    <w:name w:val="xl32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30">
    <w:name w:val="xl33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1">
    <w:name w:val="xl33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32">
    <w:name w:val="xl33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333">
    <w:name w:val="xl333"/>
    <w:basedOn w:val="a"/>
    <w:rsid w:val="0009171A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34">
    <w:name w:val="xl33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35">
    <w:name w:val="xl33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36">
    <w:name w:val="xl33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7">
    <w:name w:val="xl33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8">
    <w:name w:val="xl33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9">
    <w:name w:val="xl33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</w:rPr>
  </w:style>
  <w:style w:type="paragraph" w:customStyle="1" w:styleId="xl340">
    <w:name w:val="xl34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</w:rPr>
  </w:style>
  <w:style w:type="paragraph" w:customStyle="1" w:styleId="xl341">
    <w:name w:val="xl34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2">
    <w:name w:val="xl342"/>
    <w:basedOn w:val="a"/>
    <w:rsid w:val="000917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343">
    <w:name w:val="xl34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</w:rPr>
  </w:style>
  <w:style w:type="paragraph" w:customStyle="1" w:styleId="xl344">
    <w:name w:val="xl34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5">
    <w:name w:val="xl34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6">
    <w:name w:val="xl34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7">
    <w:name w:val="xl34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8">
    <w:name w:val="xl34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349">
    <w:name w:val="xl34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50">
    <w:name w:val="xl35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</w:rPr>
  </w:style>
  <w:style w:type="paragraph" w:customStyle="1" w:styleId="xl351">
    <w:name w:val="xl351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52">
    <w:name w:val="xl352"/>
    <w:basedOn w:val="a"/>
    <w:rsid w:val="0009171A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353">
    <w:name w:val="xl35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354">
    <w:name w:val="xl354"/>
    <w:basedOn w:val="a"/>
    <w:rsid w:val="000917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55">
    <w:name w:val="xl355"/>
    <w:basedOn w:val="a"/>
    <w:rsid w:val="000917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56">
    <w:name w:val="xl356"/>
    <w:basedOn w:val="a"/>
    <w:rsid w:val="000917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5">
    <w:name w:val="xl65"/>
    <w:basedOn w:val="a"/>
    <w:rsid w:val="00307777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6">
    <w:name w:val="xl66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7">
    <w:name w:val="xl6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9">
    <w:name w:val="xl69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0">
    <w:name w:val="xl70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1">
    <w:name w:val="xl71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3">
    <w:name w:val="xl73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4">
    <w:name w:val="xl74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5">
    <w:name w:val="xl75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76">
    <w:name w:val="xl76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78">
    <w:name w:val="xl78"/>
    <w:basedOn w:val="a"/>
    <w:rsid w:val="003077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9">
    <w:name w:val="xl79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0">
    <w:name w:val="xl80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81">
    <w:name w:val="xl81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2">
    <w:name w:val="xl82"/>
    <w:basedOn w:val="a"/>
    <w:rsid w:val="00307777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4">
    <w:name w:val="xl84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85">
    <w:name w:val="xl85"/>
    <w:basedOn w:val="a"/>
    <w:rsid w:val="003077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6">
    <w:name w:val="xl86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7">
    <w:name w:val="xl8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8">
    <w:name w:val="xl88"/>
    <w:basedOn w:val="a"/>
    <w:rsid w:val="003077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3077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1">
    <w:name w:val="xl9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2">
    <w:name w:val="xl9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3">
    <w:name w:val="xl93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4">
    <w:name w:val="xl94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5">
    <w:name w:val="xl9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6">
    <w:name w:val="xl96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7">
    <w:name w:val="xl97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8">
    <w:name w:val="xl9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9">
    <w:name w:val="xl9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00">
    <w:name w:val="xl100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1">
    <w:name w:val="xl10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2">
    <w:name w:val="xl10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3">
    <w:name w:val="xl103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5">
    <w:name w:val="xl10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6">
    <w:name w:val="xl106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7">
    <w:name w:val="xl107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8">
    <w:name w:val="xl10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9">
    <w:name w:val="xl10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0">
    <w:name w:val="xl110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1">
    <w:name w:val="xl11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2">
    <w:name w:val="xl112"/>
    <w:basedOn w:val="a"/>
    <w:rsid w:val="00906E59"/>
    <w:pP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13">
    <w:name w:val="xl113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7">
    <w:name w:val="xl117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906E5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906E5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120">
    <w:name w:val="xl120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21">
    <w:name w:val="xl121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3">
    <w:name w:val="xl123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4">
    <w:name w:val="xl124"/>
    <w:basedOn w:val="a"/>
    <w:rsid w:val="00906E5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5">
    <w:name w:val="xl125"/>
    <w:basedOn w:val="a"/>
    <w:rsid w:val="00906E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6">
    <w:name w:val="xl126"/>
    <w:basedOn w:val="a"/>
    <w:rsid w:val="00906E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7">
    <w:name w:val="xl127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28">
    <w:name w:val="xl128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29">
    <w:name w:val="xl12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30">
    <w:name w:val="xl130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1">
    <w:name w:val="xl131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2">
    <w:name w:val="xl13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3">
    <w:name w:val="xl133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4">
    <w:name w:val="xl134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5">
    <w:name w:val="xl13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36">
    <w:name w:val="xl136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7">
    <w:name w:val="xl137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8">
    <w:name w:val="xl13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9">
    <w:name w:val="xl139"/>
    <w:basedOn w:val="a"/>
    <w:rsid w:val="00906E5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0">
    <w:name w:val="xl140"/>
    <w:basedOn w:val="a"/>
    <w:rsid w:val="00906E5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1">
    <w:name w:val="xl141"/>
    <w:basedOn w:val="a"/>
    <w:rsid w:val="00906E5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2">
    <w:name w:val="xl142"/>
    <w:basedOn w:val="a"/>
    <w:rsid w:val="00906E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64">
    <w:name w:val="xl64"/>
    <w:basedOn w:val="a"/>
    <w:rsid w:val="00E62B86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ab">
    <w:name w:val="Нормальный (таблица)"/>
    <w:basedOn w:val="a"/>
    <w:next w:val="a"/>
    <w:rsid w:val="00571D92"/>
    <w:pPr>
      <w:widowControl w:val="0"/>
      <w:autoSpaceDE w:val="0"/>
      <w:autoSpaceDN w:val="0"/>
      <w:adjustRightInd w:val="0"/>
      <w:jc w:val="both"/>
    </w:pPr>
    <w:rPr>
      <w:rFonts w:cs="Arial"/>
    </w:rPr>
  </w:style>
  <w:style w:type="paragraph" w:customStyle="1" w:styleId="ac">
    <w:name w:val="Прижатый влево"/>
    <w:basedOn w:val="a"/>
    <w:next w:val="a"/>
    <w:uiPriority w:val="99"/>
    <w:rsid w:val="00571D92"/>
    <w:pPr>
      <w:widowControl w:val="0"/>
      <w:autoSpaceDE w:val="0"/>
      <w:autoSpaceDN w:val="0"/>
      <w:adjustRightInd w:val="0"/>
    </w:pPr>
    <w:rPr>
      <w:rFonts w:cs="Arial"/>
    </w:rPr>
  </w:style>
  <w:style w:type="table" w:styleId="ad">
    <w:name w:val="Table Grid"/>
    <w:basedOn w:val="a1"/>
    <w:uiPriority w:val="39"/>
    <w:rsid w:val="006773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ED51BB"/>
  </w:style>
  <w:style w:type="paragraph" w:customStyle="1" w:styleId="msonormal0">
    <w:name w:val="msonormal"/>
    <w:basedOn w:val="a"/>
    <w:rsid w:val="00ED51BB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3">
    <w:name w:val="xl63"/>
    <w:basedOn w:val="a"/>
    <w:rsid w:val="00D914B9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numbering" w:customStyle="1" w:styleId="20">
    <w:name w:val="Нет списка2"/>
    <w:next w:val="a2"/>
    <w:uiPriority w:val="99"/>
    <w:semiHidden/>
    <w:unhideWhenUsed/>
    <w:rsid w:val="00E4641D"/>
  </w:style>
  <w:style w:type="numbering" w:customStyle="1" w:styleId="3">
    <w:name w:val="Нет списка3"/>
    <w:next w:val="a2"/>
    <w:uiPriority w:val="99"/>
    <w:semiHidden/>
    <w:unhideWhenUsed/>
    <w:rsid w:val="00047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1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44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37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77;.&#1079;&#1072;&#1075;&#1086;&#1088;&#1086;&#1076;&#1085;&#1086;&#1074;&#1072;\AppData\Roaming\Microsoft\&#1064;&#1072;&#1073;&#1083;&#1086;&#1085;&#1099;\&#1056;&#1077;&#1096;&#1077;&#1085;&#1080;&#1077;%20&#1043;&#1086;&#1088;&#1089;&#1086;&#1074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BA023-6B49-4E30-B43E-38D97650D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Горсовета</Template>
  <TotalTime>0</TotalTime>
  <Pages>4</Pages>
  <Words>708</Words>
  <Characters>3809</Characters>
  <Application>Microsoft Office Word</Application>
  <DocSecurity>4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Орска</Company>
  <LinksUpToDate>false</LinksUpToDate>
  <CharactersWithSpaces>4508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finu_414_4</dc:creator>
  <cp:lastModifiedBy>Ксения Гречук</cp:lastModifiedBy>
  <cp:revision>2</cp:revision>
  <cp:lastPrinted>2025-05-06T07:31:00Z</cp:lastPrinted>
  <dcterms:created xsi:type="dcterms:W3CDTF">2025-05-05T11:29:00Z</dcterms:created>
  <dcterms:modified xsi:type="dcterms:W3CDTF">2025-05-05T11:29:00Z</dcterms:modified>
</cp:coreProperties>
</file>